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Pr="004B449A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4B449A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52CE7A13" w14:textId="77777777" w:rsidR="00EF17D0" w:rsidRPr="0070462E" w:rsidRDefault="00EF17D0" w:rsidP="00EF17D0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562E196C" w14:textId="77777777" w:rsidR="00EF17D0" w:rsidRPr="0070462E" w:rsidRDefault="00EF17D0" w:rsidP="00EF17D0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921B00" w14:textId="77777777" w:rsidR="00EF17D0" w:rsidRPr="0070462E" w:rsidRDefault="00EF17D0" w:rsidP="00EF17D0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1D22B5E1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57A83B46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6BF6D1A8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76D60314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0B410995" w14:textId="77777777" w:rsidR="00EF17D0" w:rsidRPr="0070462E" w:rsidRDefault="00EF17D0" w:rsidP="00EF17D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9196195" w14:textId="77777777" w:rsidR="00EF17D0" w:rsidRPr="0070462E" w:rsidRDefault="00EF17D0" w:rsidP="00EF17D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DC183C5" w14:textId="77777777" w:rsidR="00EF17D0" w:rsidRPr="0070462E" w:rsidRDefault="00EF17D0" w:rsidP="00EF17D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>
        <w:rPr>
          <w:rFonts w:cstheme="minorHAnsi"/>
          <w:szCs w:val="18"/>
          <w:lang w:eastAsia="pl-PL"/>
        </w:rPr>
        <w:t>u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43E8F2F5" w14:textId="77777777" w:rsidR="00EF17D0" w:rsidRPr="0070462E" w:rsidRDefault="00EF17D0" w:rsidP="00EF17D0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5ABD8B67" w14:textId="77777777" w:rsidR="00EF17D0" w:rsidRPr="0070462E" w:rsidRDefault="00EF17D0" w:rsidP="00EF17D0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3499C590" w14:textId="77777777" w:rsidR="00EF17D0" w:rsidRPr="0070462E" w:rsidRDefault="00EF17D0" w:rsidP="00EF17D0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0A3CE24F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5CC29EA1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314C6D97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C15114C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2F45697A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4EC3122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4425A797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739B1535" w14:textId="77777777" w:rsidR="00EF17D0" w:rsidRPr="0070462E" w:rsidRDefault="00EF17D0" w:rsidP="00EF17D0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F898BCA" w14:textId="77777777" w:rsidR="00EF17D0" w:rsidRPr="0070462E" w:rsidRDefault="00EF17D0" w:rsidP="00EF17D0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7AC48FD5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61CEDB35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7BC71C5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73657385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160DB72C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2738BE38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46E63CC4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09B5FD8E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25CCD59A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3E2B4472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CED988A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6201B8C7" w14:textId="77777777" w:rsidR="00EF17D0" w:rsidRPr="0070462E" w:rsidRDefault="00EF17D0" w:rsidP="00EF17D0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1C4F40">
      <w:pPr>
        <w:numPr>
          <w:ilvl w:val="1"/>
          <w:numId w:val="19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FEEA7E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1C4F40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1C4F40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P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267CEFA5" w14:textId="77777777" w:rsidR="00622727" w:rsidRPr="00622727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77777777" w:rsidR="00622727" w:rsidRPr="00622727" w:rsidRDefault="00622727" w:rsidP="00622727">
      <w:pPr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622727">
        <w:rPr>
          <w:rFonts w:cstheme="minorHAnsi"/>
          <w:szCs w:val="18"/>
          <w:lang w:eastAsia="pl-PL"/>
        </w:rPr>
        <w:t>nN</w:t>
      </w:r>
      <w:proofErr w:type="spellEnd"/>
      <w:r w:rsidRPr="00622727">
        <w:rPr>
          <w:rFonts w:cstheme="minorHAnsi"/>
          <w:szCs w:val="18"/>
          <w:lang w:eastAsia="pl-PL"/>
        </w:rPr>
        <w:t xml:space="preserve">) w technologii PPN (prac pod napięciem) – 2 osoby, 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1C4F40">
      <w:pPr>
        <w:spacing w:before="60" w:after="120"/>
        <w:ind w:left="426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1C4F40">
      <w:pPr>
        <w:spacing w:before="60" w:after="120"/>
        <w:ind w:left="42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41ACB0BF" w:rsidR="00622727" w:rsidRPr="00622727" w:rsidRDefault="00622727" w:rsidP="001C4F40">
      <w:pPr>
        <w:spacing w:before="60" w:after="120"/>
        <w:ind w:left="426"/>
        <w:jc w:val="both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="001C4F40">
        <w:rPr>
          <w:rFonts w:cstheme="minorHAnsi"/>
          <w:bCs/>
          <w:snapToGrid w:val="0"/>
          <w:szCs w:val="18"/>
          <w:lang w:eastAsia="pl-PL"/>
        </w:rPr>
        <w:br/>
      </w:r>
      <w:r w:rsidRPr="00622727">
        <w:rPr>
          <w:rFonts w:cstheme="minorHAnsi"/>
          <w:bCs/>
          <w:snapToGrid w:val="0"/>
          <w:szCs w:val="18"/>
          <w:lang w:eastAsia="pl-PL"/>
        </w:rPr>
        <w:t>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1C4F40">
      <w:pPr>
        <w:spacing w:before="60" w:after="120"/>
        <w:ind w:left="426"/>
        <w:jc w:val="both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 xml:space="preserve">W przypadku wspólnego ubiegania się o udzielenie zamówienia przez dwóch lub więcej Wykonawców, Zamawiający uzna warunek za spełniony, gdy dokument przedłoży ten z Wykonawców, </w:t>
      </w:r>
      <w:r w:rsidRPr="00622727">
        <w:rPr>
          <w:rFonts w:cstheme="minorHAnsi"/>
          <w:bCs/>
          <w:szCs w:val="18"/>
          <w:lang w:eastAsia="pl-PL"/>
        </w:rPr>
        <w:lastRenderedPageBreak/>
        <w:t>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1C4F40">
      <w:pPr>
        <w:pStyle w:val="Akapitzlist"/>
        <w:spacing w:before="60"/>
        <w:ind w:left="786" w:hanging="219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EF17D0">
        <w:rPr>
          <w:rFonts w:cstheme="minorHAnsi"/>
          <w:b/>
          <w:bCs/>
          <w:szCs w:val="18"/>
          <w:lang w:eastAsia="pl-PL"/>
        </w:rPr>
        <w:t xml:space="preserve">Ubezpieczenie od odpowiedzialności cywilnej w zakresie prowadzonej działalności związanej z przedmiotem zakupu na sumę gwarancyjną w wysokości co najmniej 1,0 mln zł </w:t>
      </w:r>
      <w:r w:rsidRPr="00622727">
        <w:rPr>
          <w:rFonts w:cstheme="minorHAnsi"/>
          <w:szCs w:val="18"/>
          <w:lang w:eastAsia="pl-PL"/>
        </w:rPr>
        <w:t>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1C4F40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1C4F40">
      <w:pPr>
        <w:ind w:left="42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1C4F40">
      <w:pPr>
        <w:ind w:left="567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080B5CA6" w:rsidR="00EA1BF9" w:rsidRPr="0070462E" w:rsidRDefault="00622727" w:rsidP="001C4F40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19056914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1C4F40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1C4F40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567" w:hanging="567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</w:t>
      </w:r>
      <w:r w:rsidRPr="00EF17D0">
        <w:rPr>
          <w:rFonts w:eastAsia="Calibri" w:cstheme="minorHAnsi"/>
          <w:b/>
          <w:bCs/>
          <w:szCs w:val="18"/>
        </w:rPr>
        <w:t>Załącznik nr 3 do SWZ)</w:t>
      </w:r>
      <w:r w:rsidR="0070462E" w:rsidRPr="00EF17D0">
        <w:rPr>
          <w:rFonts w:eastAsia="Calibri" w:cstheme="minorHAnsi"/>
          <w:b/>
          <w:bCs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F30F0C6" w14:textId="3ED2B0C3" w:rsidR="00EF17D0" w:rsidRPr="00EF17D0" w:rsidRDefault="00EF17D0" w:rsidP="00EF17D0">
      <w:pPr>
        <w:pStyle w:val="Akapitzlist"/>
        <w:numPr>
          <w:ilvl w:val="1"/>
          <w:numId w:val="21"/>
        </w:numPr>
        <w:spacing w:after="0"/>
        <w:jc w:val="both"/>
        <w:rPr>
          <w:rFonts w:eastAsia="Calibri" w:cstheme="minorHAnsi"/>
          <w:szCs w:val="18"/>
        </w:rPr>
      </w:pPr>
      <w:r w:rsidRPr="00EF17D0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EF17D0">
        <w:rPr>
          <w:rFonts w:eastAsia="Calibri" w:cstheme="minorHAnsi"/>
          <w:b/>
          <w:szCs w:val="18"/>
        </w:rPr>
        <w:t xml:space="preserve">Załącznik nr 4 do SWZ. </w:t>
      </w:r>
      <w:r w:rsidRPr="00EF17D0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66CB9749" w14:textId="7F9CE7FF" w:rsidR="0070462E" w:rsidRPr="0070462E" w:rsidRDefault="0070462E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EF17D0">
        <w:rPr>
          <w:rFonts w:eastAsia="Calibri" w:cstheme="minorHAnsi"/>
          <w:b/>
          <w:bCs/>
          <w:iCs/>
          <w:szCs w:val="18"/>
        </w:rPr>
        <w:t xml:space="preserve">Odpis lub informację z Krajowego Rejestru Sądowego lub z Centralnej Ewidencji i Informacji </w:t>
      </w:r>
      <w:r w:rsidR="001C4F40" w:rsidRPr="00EF17D0">
        <w:rPr>
          <w:rFonts w:eastAsia="Calibri" w:cstheme="minorHAnsi"/>
          <w:b/>
          <w:bCs/>
          <w:iCs/>
          <w:szCs w:val="18"/>
        </w:rPr>
        <w:br/>
      </w:r>
      <w:r w:rsidRPr="00EF17D0">
        <w:rPr>
          <w:rFonts w:eastAsia="Calibri" w:cstheme="minorHAnsi"/>
          <w:b/>
          <w:bCs/>
          <w:iCs/>
          <w:szCs w:val="18"/>
        </w:rPr>
        <w:t>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417D29A2" w:rsidR="0070462E" w:rsidRDefault="0070462E" w:rsidP="001C4F40">
      <w:pPr>
        <w:spacing w:before="120" w:after="120"/>
        <w:ind w:left="567"/>
        <w:contextualSpacing/>
        <w:jc w:val="both"/>
        <w:rPr>
          <w:rFonts w:eastAsia="Calibri" w:cstheme="minorHAnsi"/>
          <w:szCs w:val="18"/>
        </w:rPr>
      </w:pPr>
      <w:r w:rsidRPr="001C4F40">
        <w:rPr>
          <w:rFonts w:eastAsia="Calibri" w:cstheme="minorHAnsi"/>
          <w:b/>
          <w:bCs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1C4F4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3AA1BF06" w:rsidR="009C2FDA" w:rsidRPr="001C4F40" w:rsidRDefault="009C2FDA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b/>
          <w:bCs/>
          <w:szCs w:val="18"/>
        </w:rPr>
      </w:pPr>
      <w:r w:rsidRPr="001C4F40">
        <w:rPr>
          <w:rFonts w:eastAsia="Calibri" w:cstheme="minorHAnsi"/>
          <w:b/>
          <w:bCs/>
          <w:szCs w:val="18"/>
        </w:rPr>
        <w:lastRenderedPageBreak/>
        <w:t>Oświadczenie o doświadczeniu zawodowym, o którym mowa w pkt 1.2.1.a) powyżej, (zgodnie z treścią  Załącznika nr 7 do SWZ).</w:t>
      </w:r>
    </w:p>
    <w:p w14:paraId="0416B28B" w14:textId="79B2F966" w:rsidR="009C2FDA" w:rsidRPr="009C2FDA" w:rsidRDefault="009C2FDA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1C4F40">
        <w:rPr>
          <w:rFonts w:eastAsia="Calibri" w:cstheme="minorHAnsi"/>
          <w:b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C4F40" w:rsidRPr="001C4F40">
        <w:rPr>
          <w:rFonts w:eastAsia="Calibri" w:cstheme="minorHAnsi"/>
          <w:b/>
          <w:bCs/>
          <w:szCs w:val="18"/>
        </w:rPr>
        <w:t>b</w:t>
      </w:r>
      <w:r w:rsidRPr="001C4F40">
        <w:rPr>
          <w:rFonts w:eastAsia="Calibri" w:cstheme="minorHAnsi"/>
          <w:b/>
          <w:bCs/>
          <w:szCs w:val="18"/>
        </w:rPr>
        <w:t xml:space="preserve">)  powyżej, (zgodnie </w:t>
      </w:r>
      <w:r w:rsidR="001C4F40">
        <w:rPr>
          <w:rFonts w:eastAsia="Calibri" w:cstheme="minorHAnsi"/>
          <w:b/>
          <w:bCs/>
          <w:szCs w:val="18"/>
        </w:rPr>
        <w:br/>
      </w:r>
      <w:r w:rsidRPr="001C4F40">
        <w:rPr>
          <w:rFonts w:eastAsia="Calibri" w:cstheme="minorHAnsi"/>
          <w:b/>
          <w:bCs/>
          <w:szCs w:val="18"/>
        </w:rPr>
        <w:t>z treścią Załącznika nr 8 do SWZ);</w:t>
      </w:r>
    </w:p>
    <w:p w14:paraId="295BDE68" w14:textId="040897AA" w:rsidR="009C2FDA" w:rsidRPr="00EF17D0" w:rsidRDefault="009C2FDA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 w:rsidR="001C4F40">
        <w:rPr>
          <w:rFonts w:eastAsia="Calibri" w:cstheme="minorHAnsi"/>
          <w:szCs w:val="18"/>
        </w:rPr>
        <w:t xml:space="preserve"> </w:t>
      </w:r>
      <w:r w:rsidRPr="001C4F40">
        <w:rPr>
          <w:rFonts w:eastAsia="Calibri" w:cstheme="minorHAnsi"/>
          <w:szCs w:val="18"/>
        </w:rPr>
        <w:t xml:space="preserve">ze wskazaniem sumy gwarancyjnej tego ubezpieczenia, </w:t>
      </w:r>
      <w:r w:rsidRPr="00EF17D0">
        <w:rPr>
          <w:rFonts w:eastAsia="Calibri" w:cstheme="minorHAnsi"/>
          <w:b/>
          <w:bCs/>
          <w:sz w:val="20"/>
          <w:szCs w:val="20"/>
        </w:rPr>
        <w:t>wraz z dokumentem potwierdzającym opłacenie składki ubezpieczeniowej;</w:t>
      </w:r>
    </w:p>
    <w:p w14:paraId="37EACF67" w14:textId="7323FE8B" w:rsidR="0070462E" w:rsidRPr="0070462E" w:rsidRDefault="0070462E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1C4F4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</w:t>
      </w:r>
      <w:r w:rsidR="001C4F4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szczególności rejestrów publicznych.</w:t>
      </w:r>
    </w:p>
    <w:p w14:paraId="46236EFF" w14:textId="77777777" w:rsidR="0070462E" w:rsidRPr="0070462E" w:rsidRDefault="0070462E" w:rsidP="001C4F40">
      <w:pPr>
        <w:spacing w:before="120" w:after="120"/>
        <w:ind w:left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6216BE2E" w:rsidR="0070462E" w:rsidRPr="0070462E" w:rsidRDefault="0070462E" w:rsidP="001C4F40">
      <w:pPr>
        <w:spacing w:before="120" w:after="120"/>
        <w:ind w:left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1C4F4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46E90678" w:rsidR="0070462E" w:rsidRPr="0070462E" w:rsidRDefault="0070462E" w:rsidP="001C4F40">
      <w:pPr>
        <w:spacing w:before="120" w:after="120"/>
        <w:ind w:left="567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1C4F4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294F9F34" w:rsidR="0070462E" w:rsidRPr="0070462E" w:rsidRDefault="0070462E" w:rsidP="00EF17D0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CD61B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EF17D0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4A9F9B0" w:rsidR="0070462E" w:rsidRPr="0070462E" w:rsidRDefault="0070462E" w:rsidP="00EF17D0">
      <w:pPr>
        <w:pStyle w:val="Tekstpodstawowy"/>
        <w:numPr>
          <w:ilvl w:val="1"/>
          <w:numId w:val="21"/>
        </w:numPr>
        <w:spacing w:line="24" w:lineRule="atLeast"/>
        <w:ind w:left="567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1C4F40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29878C4D" w:rsidR="00296A65" w:rsidRPr="00EF17D0" w:rsidRDefault="009C2FDA" w:rsidP="00EF17D0">
      <w:pPr>
        <w:pStyle w:val="Akapitzlist"/>
        <w:numPr>
          <w:ilvl w:val="1"/>
          <w:numId w:val="21"/>
        </w:numPr>
        <w:spacing w:before="120" w:after="120" w:line="24" w:lineRule="atLeast"/>
        <w:ind w:left="567" w:hanging="567"/>
        <w:jc w:val="both"/>
        <w:outlineLvl w:val="0"/>
        <w:rPr>
          <w:rFonts w:cstheme="minorHAnsi"/>
          <w:b/>
          <w:bCs/>
          <w:szCs w:val="18"/>
        </w:rPr>
      </w:pPr>
      <w:r w:rsidRPr="00EF17D0">
        <w:rPr>
          <w:rFonts w:cstheme="minorHAnsi"/>
          <w:b/>
          <w:bCs/>
          <w:sz w:val="20"/>
        </w:rPr>
        <w:t xml:space="preserve">Potwierdzenie wniesienia wadium dołączone do oferty powyżej </w:t>
      </w:r>
    </w:p>
    <w:p w14:paraId="2483493A" w14:textId="3DC6FE49" w:rsidR="0070462E" w:rsidRPr="0070462E" w:rsidRDefault="0070462E" w:rsidP="00EF17D0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66E63688" w:rsidR="0070462E" w:rsidRPr="0070462E" w:rsidRDefault="0070462E" w:rsidP="00EF17D0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</w:t>
      </w:r>
      <w:r w:rsidR="00EF17D0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2EE96C3E" w:rsidR="0070462E" w:rsidRPr="0070462E" w:rsidRDefault="0070462E" w:rsidP="00EF17D0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1C4F40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7DCDBCF" w:rsidR="0070462E" w:rsidRPr="0070462E" w:rsidRDefault="0070462E" w:rsidP="00EF17D0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1C4F40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43A24" w14:textId="77777777" w:rsidR="00ED6B82" w:rsidRDefault="00ED6B82" w:rsidP="00582CE9">
      <w:pPr>
        <w:spacing w:after="0"/>
      </w:pPr>
      <w:r>
        <w:separator/>
      </w:r>
    </w:p>
  </w:endnote>
  <w:endnote w:type="continuationSeparator" w:id="0">
    <w:p w14:paraId="7C76723E" w14:textId="77777777" w:rsidR="00ED6B82" w:rsidRDefault="00ED6B82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FEB95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C09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3760A" w14:textId="77777777" w:rsidR="00ED6B82" w:rsidRDefault="00ED6B82" w:rsidP="00582CE9">
      <w:pPr>
        <w:spacing w:after="0"/>
      </w:pPr>
      <w:r>
        <w:separator/>
      </w:r>
    </w:p>
  </w:footnote>
  <w:footnote w:type="continuationSeparator" w:id="0">
    <w:p w14:paraId="1A0C024A" w14:textId="77777777" w:rsidR="00ED6B82" w:rsidRDefault="00ED6B82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5E488D69" w:rsidR="00347E8D" w:rsidRPr="006B2C28" w:rsidRDefault="004B449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04379</w:t>
          </w:r>
          <w:r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B4A73FA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944199">
    <w:abstractNumId w:val="19"/>
  </w:num>
  <w:num w:numId="2" w16cid:durableId="1939824690">
    <w:abstractNumId w:val="7"/>
  </w:num>
  <w:num w:numId="3" w16cid:durableId="1643316164">
    <w:abstractNumId w:val="12"/>
  </w:num>
  <w:num w:numId="4" w16cid:durableId="28993030">
    <w:abstractNumId w:val="21"/>
  </w:num>
  <w:num w:numId="5" w16cid:durableId="1135218230">
    <w:abstractNumId w:val="19"/>
  </w:num>
  <w:num w:numId="6" w16cid:durableId="1489203301">
    <w:abstractNumId w:val="19"/>
  </w:num>
  <w:num w:numId="7" w16cid:durableId="948656995">
    <w:abstractNumId w:val="3"/>
  </w:num>
  <w:num w:numId="8" w16cid:durableId="1558783336">
    <w:abstractNumId w:val="28"/>
  </w:num>
  <w:num w:numId="9" w16cid:durableId="1277717761">
    <w:abstractNumId w:val="17"/>
  </w:num>
  <w:num w:numId="10" w16cid:durableId="1840151670">
    <w:abstractNumId w:val="4"/>
  </w:num>
  <w:num w:numId="11" w16cid:durableId="659817434">
    <w:abstractNumId w:val="14"/>
  </w:num>
  <w:num w:numId="12" w16cid:durableId="1394540655">
    <w:abstractNumId w:val="11"/>
  </w:num>
  <w:num w:numId="13" w16cid:durableId="1743789196">
    <w:abstractNumId w:val="27"/>
  </w:num>
  <w:num w:numId="14" w16cid:durableId="1932275177">
    <w:abstractNumId w:val="23"/>
  </w:num>
  <w:num w:numId="15" w16cid:durableId="477111584">
    <w:abstractNumId w:val="16"/>
  </w:num>
  <w:num w:numId="16" w16cid:durableId="1346253586">
    <w:abstractNumId w:val="9"/>
  </w:num>
  <w:num w:numId="17" w16cid:durableId="543060723">
    <w:abstractNumId w:val="5"/>
  </w:num>
  <w:num w:numId="18" w16cid:durableId="1560481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8020370">
    <w:abstractNumId w:val="0"/>
  </w:num>
  <w:num w:numId="20" w16cid:durableId="1162114669">
    <w:abstractNumId w:val="29"/>
  </w:num>
  <w:num w:numId="21" w16cid:durableId="1032921365">
    <w:abstractNumId w:val="1"/>
  </w:num>
  <w:num w:numId="22" w16cid:durableId="150995139">
    <w:abstractNumId w:val="15"/>
  </w:num>
  <w:num w:numId="23" w16cid:durableId="1844123864">
    <w:abstractNumId w:val="10"/>
  </w:num>
  <w:num w:numId="24" w16cid:durableId="455871444">
    <w:abstractNumId w:val="22"/>
  </w:num>
  <w:num w:numId="25" w16cid:durableId="148987028">
    <w:abstractNumId w:val="26"/>
  </w:num>
  <w:num w:numId="26" w16cid:durableId="1194030495">
    <w:abstractNumId w:val="2"/>
  </w:num>
  <w:num w:numId="27" w16cid:durableId="1690717274">
    <w:abstractNumId w:val="25"/>
  </w:num>
  <w:num w:numId="28" w16cid:durableId="1985698996">
    <w:abstractNumId w:val="24"/>
  </w:num>
  <w:num w:numId="29" w16cid:durableId="18955782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364097">
    <w:abstractNumId w:val="20"/>
  </w:num>
  <w:num w:numId="31" w16cid:durableId="512384159">
    <w:abstractNumId w:val="18"/>
  </w:num>
  <w:num w:numId="32" w16cid:durableId="31819233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6A0"/>
    <w:rsid w:val="00167B53"/>
    <w:rsid w:val="00172B93"/>
    <w:rsid w:val="00175F4C"/>
    <w:rsid w:val="00185AAB"/>
    <w:rsid w:val="00192A23"/>
    <w:rsid w:val="001974F6"/>
    <w:rsid w:val="001A4996"/>
    <w:rsid w:val="001B0061"/>
    <w:rsid w:val="001C4F40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47E8D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38BB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449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72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593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2D91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0C09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10C9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069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2FD4"/>
    <w:rsid w:val="00ED6B82"/>
    <w:rsid w:val="00EE5E2C"/>
    <w:rsid w:val="00EF17D0"/>
    <w:rsid w:val="00F01E75"/>
    <w:rsid w:val="00F21DD8"/>
    <w:rsid w:val="00F25128"/>
    <w:rsid w:val="00F253DA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POST/DYS/OLD/GZ/04379/2025                        </dmsv2SWPP2ObjectNumber>
    <dmsv2SWPP2SumMD5 xmlns="http://schemas.microsoft.com/sharepoint/v3">7e1d168246c86f4b146b0c8bcc8a1cd2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23907456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JEUP5JKVCYQC-1440096624-15471</_dlc_DocId>
    <_dlc_DocIdUrl xmlns="a19cb1c7-c5c7-46d4-85ae-d83685407bba">
      <Url>https://swpp2.dms.gkpge.pl/sites/41/_layouts/15/DocIdRedir.aspx?ID=JEUP5JKVCYQC-1440096624-15471</Url>
      <Description>JEUP5JKVCYQC-1440096624-15471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10C87-A2EB-40F6-BCC2-623E86E18D1A}"/>
</file>

<file path=customXml/itemProps2.xml><?xml version="1.0" encoding="utf-8"?>
<ds:datastoreItem xmlns:ds="http://schemas.openxmlformats.org/officeDocument/2006/customXml" ds:itemID="{79B2CEE5-0ABE-4957-8700-D461CFCB1B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515000DC-A701-4CFC-8994-FC162FB4BF8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141</TotalTime>
  <Pages>6</Pages>
  <Words>3608</Words>
  <Characters>21654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32</cp:revision>
  <cp:lastPrinted>2024-07-15T11:21:00Z</cp:lastPrinted>
  <dcterms:created xsi:type="dcterms:W3CDTF">2025-01-15T13:15:00Z</dcterms:created>
  <dcterms:modified xsi:type="dcterms:W3CDTF">2025-12-03T14:57:00Z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351ee55a-19d9-47b2-bd03-5a98c722f827</vt:lpwstr>
  </property>
</Properties>
</file>